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A490CE1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>202</w:t>
      </w:r>
      <w:r w:rsidR="00DE5785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>-202</w:t>
      </w:r>
      <w:r w:rsidR="00DE5785">
        <w:rPr>
          <w:rFonts w:ascii="Corbel" w:hAnsi="Corbel"/>
          <w:b/>
          <w:i/>
          <w:smallCaps/>
          <w:sz w:val="24"/>
          <w:szCs w:val="24"/>
        </w:rPr>
        <w:t>3</w:t>
      </w:r>
    </w:p>
    <w:p w14:paraId="6A743604" w14:textId="4688345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E5785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DE5785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DE57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I/BiDF/C-1.6a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99B4" w14:textId="77777777" w:rsidR="00E24536" w:rsidRDefault="00E24536" w:rsidP="00C16ABF">
      <w:pPr>
        <w:spacing w:after="0" w:line="240" w:lineRule="auto"/>
      </w:pPr>
      <w:r>
        <w:separator/>
      </w:r>
    </w:p>
  </w:endnote>
  <w:endnote w:type="continuationSeparator" w:id="0">
    <w:p w14:paraId="46DF5203" w14:textId="77777777" w:rsidR="00E24536" w:rsidRDefault="00E245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DF18C" w14:textId="77777777" w:rsidR="00E24536" w:rsidRDefault="00E24536" w:rsidP="00C16ABF">
      <w:pPr>
        <w:spacing w:after="0" w:line="240" w:lineRule="auto"/>
      </w:pPr>
      <w:r>
        <w:separator/>
      </w:r>
    </w:p>
  </w:footnote>
  <w:footnote w:type="continuationSeparator" w:id="0">
    <w:p w14:paraId="40B2488F" w14:textId="77777777" w:rsidR="00E24536" w:rsidRDefault="00E2453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E5785"/>
    <w:rsid w:val="00DF320D"/>
    <w:rsid w:val="00DF71C8"/>
    <w:rsid w:val="00E129B8"/>
    <w:rsid w:val="00E21E7D"/>
    <w:rsid w:val="00E22FBC"/>
    <w:rsid w:val="00E24536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BF3A-40A6-4B9B-8525-D8B4B3D5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2021-01-31T22:10:00Z</dcterms:created>
  <dcterms:modified xsi:type="dcterms:W3CDTF">2021-11-04T08:40:00Z</dcterms:modified>
</cp:coreProperties>
</file>